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DC61F" w14:textId="51D2AFCE" w:rsidR="0020150A" w:rsidRPr="006C457E" w:rsidRDefault="000601DD" w:rsidP="00C36682">
      <w:pPr>
        <w:tabs>
          <w:tab w:val="left" w:pos="6581"/>
        </w:tabs>
        <w:rPr>
          <w:rFonts w:ascii="Open Sans" w:hAnsi="Open Sans" w:cs="Open Sans"/>
          <w:sz w:val="22"/>
        </w:rPr>
      </w:pPr>
      <w:r w:rsidRPr="006C457E">
        <w:rPr>
          <w:rFonts w:ascii="Open Sans" w:hAnsi="Open Sans" w:cs="Open Sans"/>
          <w:sz w:val="22"/>
        </w:rPr>
        <w:tab/>
      </w:r>
    </w:p>
    <w:p w14:paraId="4FE657E5" w14:textId="2D3FE7AE" w:rsidR="0085217A" w:rsidRPr="006C457E" w:rsidRDefault="00C36682" w:rsidP="00B077F2">
      <w:pPr>
        <w:pStyle w:val="EinfacherAbsatz"/>
        <w:spacing w:line="240" w:lineRule="auto"/>
        <w:ind w:left="-426" w:right="-432"/>
        <w:rPr>
          <w:rFonts w:ascii="Open Sans" w:hAnsi="Open Sans" w:cs="Open Sans"/>
          <w:b/>
          <w:sz w:val="36"/>
          <w:szCs w:val="36"/>
        </w:rPr>
      </w:pPr>
      <w:r w:rsidRPr="006C457E">
        <w:rPr>
          <w:rFonts w:ascii="Open Sans" w:hAnsi="Open Sans" w:cs="Open Sans"/>
          <w:b/>
          <w:sz w:val="36"/>
          <w:szCs w:val="36"/>
        </w:rPr>
        <w:t xml:space="preserve">Textbausteine zur Bewerbung der </w:t>
      </w:r>
      <w:r w:rsidRPr="006C457E">
        <w:rPr>
          <w:rFonts w:ascii="Open Sans" w:hAnsi="Open Sans" w:cs="Open Sans"/>
          <w:b/>
          <w:sz w:val="36"/>
          <w:szCs w:val="36"/>
        </w:rPr>
        <w:br/>
        <w:t>BNE-Sommerakademie 2025</w:t>
      </w:r>
    </w:p>
    <w:p w14:paraId="2CF0C893" w14:textId="44A6D164" w:rsidR="006A7642" w:rsidRPr="006C457E" w:rsidRDefault="006A7642" w:rsidP="006A7642">
      <w:pPr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1491566B" w14:textId="77777777" w:rsidR="006A7642" w:rsidRPr="006C457E" w:rsidRDefault="006A7642" w:rsidP="006A7642">
      <w:pPr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6824E978" w14:textId="76C81F43" w:rsidR="006A7642" w:rsidRPr="006C457E" w:rsidRDefault="006A7642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  <w:r w:rsidRPr="006C457E">
        <w:rPr>
          <w:rFonts w:ascii="Open Sans" w:hAnsi="Open Sans" w:cs="Open Sans"/>
          <w:b/>
          <w:bCs/>
          <w:sz w:val="28"/>
          <w:szCs w:val="28"/>
          <w:lang w:val="de-AT"/>
        </w:rPr>
        <w:t>Newsletter-Text</w:t>
      </w:r>
    </w:p>
    <w:p w14:paraId="0113BE6B" w14:textId="77777777" w:rsidR="006A7642" w:rsidRPr="006C457E" w:rsidRDefault="006A7642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222C783A" w14:textId="1D6E9747" w:rsidR="0030547D" w:rsidRPr="006C457E" w:rsidRDefault="0030547D" w:rsidP="0030547D">
      <w:pPr>
        <w:ind w:left="-426"/>
        <w:rPr>
          <w:rFonts w:ascii="Open Sans" w:hAnsi="Open Sans" w:cs="Open Sans"/>
          <w:b/>
          <w:bCs/>
          <w:sz w:val="20"/>
          <w:szCs w:val="20"/>
          <w:lang w:val="de-AT"/>
        </w:rPr>
      </w:pP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 xml:space="preserve">Variante „per </w:t>
      </w: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d</w:t>
      </w: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u“:</w:t>
      </w:r>
    </w:p>
    <w:p w14:paraId="1F0D1520" w14:textId="77777777" w:rsidR="0030547D" w:rsidRPr="006C457E" w:rsidRDefault="0030547D" w:rsidP="0030547D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53F02E1D" w14:textId="34ADA331" w:rsidR="0030547D" w:rsidRPr="006C457E" w:rsidRDefault="0030547D" w:rsidP="0030547D">
      <w:pPr>
        <w:ind w:left="-426"/>
        <w:rPr>
          <w:rFonts w:ascii="Open Sans" w:hAnsi="Open Sans" w:cs="Open Sans"/>
          <w:b/>
          <w:bCs/>
          <w:sz w:val="20"/>
          <w:szCs w:val="20"/>
          <w:lang w:val="de-AT"/>
        </w:rPr>
      </w:pP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 xml:space="preserve">Jetzt anmelden zur </w:t>
      </w: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BNE-Sommerakademie</w:t>
      </w: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 xml:space="preserve"> 2025</w:t>
      </w: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!</w:t>
      </w:r>
    </w:p>
    <w:p w14:paraId="1C064BEE" w14:textId="030ECB8E" w:rsidR="0030547D" w:rsidRPr="006C457E" w:rsidRDefault="0030547D" w:rsidP="0030547D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 xml:space="preserve">Lust auf neue Impulse für deine Bildungsarbeit?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Dann komm von </w:t>
      </w:r>
      <w:r w:rsidRPr="006C457E">
        <w:rPr>
          <w:rFonts w:ascii="Open Sans" w:hAnsi="Open Sans" w:cs="Open Sans"/>
          <w:sz w:val="20"/>
          <w:szCs w:val="20"/>
          <w:lang w:val="de-AT"/>
        </w:rPr>
        <w:t>18.</w:t>
      </w:r>
      <w:r w:rsidR="00A06C34" w:rsidRPr="006C457E">
        <w:rPr>
          <w:rFonts w:ascii="Open Sans" w:hAnsi="Open Sans" w:cs="Open Sans"/>
          <w:sz w:val="20"/>
          <w:szCs w:val="20"/>
          <w:lang w:val="de-AT"/>
        </w:rPr>
        <w:t>-</w:t>
      </w:r>
      <w:r w:rsidRPr="006C457E">
        <w:rPr>
          <w:rFonts w:ascii="Open Sans" w:hAnsi="Open Sans" w:cs="Open Sans"/>
          <w:sz w:val="20"/>
          <w:szCs w:val="20"/>
          <w:lang w:val="de-AT"/>
        </w:rPr>
        <w:t>20. August 2025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zur BNE-Sommerakademie des Forum Umweltbildung im Bildungshaus Schloss Retzhof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(Steiermark).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Unter dem Motto „</w:t>
      </w:r>
      <w:r w:rsidRPr="006C457E">
        <w:rPr>
          <w:rFonts w:ascii="Open Sans" w:hAnsi="Open Sans" w:cs="Open Sans"/>
          <w:sz w:val="20"/>
          <w:szCs w:val="20"/>
          <w:lang w:val="de-AT"/>
        </w:rPr>
        <w:t>Co-kreativ und zukunftsfähig. Bildung gemeinsam gestalten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“ </w:t>
      </w:r>
      <w:r w:rsidRPr="006C457E">
        <w:rPr>
          <w:rFonts w:ascii="Open Sans" w:hAnsi="Open Sans" w:cs="Open Sans"/>
          <w:sz w:val="20"/>
          <w:szCs w:val="20"/>
          <w:lang w:val="de-AT"/>
        </w:rPr>
        <w:t>erwarten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dich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  <w:r w:rsidR="004C56A5" w:rsidRPr="006C457E">
        <w:rPr>
          <w:rFonts w:ascii="Open Sans" w:hAnsi="Open Sans" w:cs="Open Sans"/>
          <w:sz w:val="20"/>
          <w:szCs w:val="20"/>
          <w:lang w:val="de-AT"/>
        </w:rPr>
        <w:t xml:space="preserve">acht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Workshops </w:t>
      </w:r>
      <w:r w:rsidR="004C56A5" w:rsidRPr="006C457E">
        <w:rPr>
          <w:rFonts w:ascii="Open Sans" w:hAnsi="Open Sans" w:cs="Open Sans"/>
          <w:sz w:val="20"/>
          <w:szCs w:val="20"/>
          <w:lang w:val="de-AT"/>
        </w:rPr>
        <w:t>zu partizipativer Bildung, Nachhaltigkeit und co-kreativen Lernräumen</w:t>
      </w:r>
      <w:r w:rsidRPr="006C457E">
        <w:rPr>
          <w:rFonts w:ascii="Open Sans" w:hAnsi="Open Sans" w:cs="Open Sans"/>
          <w:sz w:val="20"/>
          <w:szCs w:val="20"/>
          <w:lang w:val="de-AT"/>
        </w:rPr>
        <w:t>.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Anmeldung bis 29. Juni 2025 über die Eventplattform des Forum Umweltbildung: </w:t>
      </w:r>
      <w:hyperlink r:id="rId6" w:history="1">
        <w:r w:rsidRPr="006C457E">
          <w:rPr>
            <w:rStyle w:val="Hyperlink"/>
            <w:rFonts w:ascii="Open Sans" w:hAnsi="Open Sans" w:cs="Open Sans"/>
            <w:sz w:val="20"/>
            <w:szCs w:val="20"/>
            <w:lang w:val="de-AT"/>
          </w:rPr>
          <w:t>https://events.umweltbildung.at/event/bne-sommerakademie-2025/</w:t>
        </w:r>
      </w:hyperlink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</w:p>
    <w:p w14:paraId="01B110F7" w14:textId="77777777" w:rsidR="0030547D" w:rsidRPr="006C457E" w:rsidRDefault="0030547D" w:rsidP="0030547D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389BA495" w14:textId="4D47B41E" w:rsidR="0030547D" w:rsidRPr="006C457E" w:rsidRDefault="0030547D" w:rsidP="0030547D">
      <w:pPr>
        <w:ind w:left="-426"/>
        <w:rPr>
          <w:rFonts w:ascii="Open Sans" w:hAnsi="Open Sans" w:cs="Open Sans"/>
          <w:b/>
          <w:bCs/>
          <w:sz w:val="20"/>
          <w:szCs w:val="20"/>
          <w:lang w:val="de-AT"/>
        </w:rPr>
      </w:pP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Variante</w:t>
      </w:r>
      <w:r w:rsidR="004C56A5" w:rsidRPr="006C457E">
        <w:rPr>
          <w:rFonts w:ascii="Open Sans" w:hAnsi="Open Sans" w:cs="Open Sans"/>
          <w:b/>
          <w:bCs/>
          <w:sz w:val="20"/>
          <w:szCs w:val="20"/>
          <w:lang w:val="de-AT"/>
        </w:rPr>
        <w:t xml:space="preserve"> förmlich</w:t>
      </w: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:</w:t>
      </w:r>
    </w:p>
    <w:p w14:paraId="4605A7AB" w14:textId="77777777" w:rsidR="0030547D" w:rsidRPr="006C457E" w:rsidRDefault="0030547D" w:rsidP="0030547D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1E6B34F9" w14:textId="77777777" w:rsidR="0030547D" w:rsidRPr="006C457E" w:rsidRDefault="0030547D" w:rsidP="0030547D">
      <w:pPr>
        <w:ind w:left="-426"/>
        <w:rPr>
          <w:rFonts w:ascii="Open Sans" w:hAnsi="Open Sans" w:cs="Open Sans"/>
          <w:b/>
          <w:bCs/>
          <w:sz w:val="20"/>
          <w:szCs w:val="20"/>
          <w:lang w:val="de-AT"/>
        </w:rPr>
      </w:pP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Jetzt anmelden zur BNE-Sommerakademie 2025!</w:t>
      </w:r>
    </w:p>
    <w:p w14:paraId="3BBF9E95" w14:textId="26293FEB" w:rsidR="004C56A5" w:rsidRPr="006C457E" w:rsidRDefault="0030547D" w:rsidP="004C56A5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>Suchen Sie neue Impulse für Ihre Bildungsarbeit?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Die BNE-Sommerakademie des Forum Umweltbildung findet unter dem Titel „</w:t>
      </w:r>
      <w:r w:rsidRPr="006C457E">
        <w:rPr>
          <w:rFonts w:ascii="Open Sans" w:hAnsi="Open Sans" w:cs="Open Sans"/>
          <w:sz w:val="20"/>
          <w:szCs w:val="20"/>
          <w:lang w:val="de-AT"/>
        </w:rPr>
        <w:t>Co-kreativ und zukunftsfähig. Bildung gemeinsam gestalten</w:t>
      </w:r>
      <w:r w:rsidRPr="006C457E">
        <w:rPr>
          <w:rFonts w:ascii="Open Sans" w:hAnsi="Open Sans" w:cs="Open Sans"/>
          <w:sz w:val="20"/>
          <w:szCs w:val="20"/>
          <w:lang w:val="de-AT"/>
        </w:rPr>
        <w:t>“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vom 18.</w:t>
      </w:r>
      <w:r w:rsidR="00A06C34" w:rsidRPr="006C457E">
        <w:rPr>
          <w:rFonts w:ascii="Open Sans" w:hAnsi="Open Sans" w:cs="Open Sans"/>
          <w:sz w:val="20"/>
          <w:szCs w:val="20"/>
          <w:lang w:val="de-AT"/>
        </w:rPr>
        <w:t>-</w:t>
      </w:r>
      <w:r w:rsidRPr="006C457E">
        <w:rPr>
          <w:rFonts w:ascii="Open Sans" w:hAnsi="Open Sans" w:cs="Open Sans"/>
          <w:sz w:val="20"/>
          <w:szCs w:val="20"/>
          <w:lang w:val="de-AT"/>
        </w:rPr>
        <w:t>20. August 2025 im Bildungshaus Schloss Retzhof (Steiermark)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  <w:r w:rsidRPr="006C457E">
        <w:rPr>
          <w:rFonts w:ascii="Open Sans" w:hAnsi="Open Sans" w:cs="Open Sans"/>
          <w:sz w:val="20"/>
          <w:szCs w:val="20"/>
          <w:lang w:val="de-AT"/>
        </w:rPr>
        <w:t>statt.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In </w:t>
      </w:r>
      <w:r w:rsidR="004C56A5" w:rsidRPr="006C457E">
        <w:rPr>
          <w:rFonts w:ascii="Open Sans" w:hAnsi="Open Sans" w:cs="Open Sans"/>
          <w:sz w:val="20"/>
          <w:szCs w:val="20"/>
          <w:lang w:val="de-AT"/>
        </w:rPr>
        <w:t xml:space="preserve">acht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Workshops zu partizipativer Bildung, Nachhaltigkeit und </w:t>
      </w:r>
      <w:r w:rsidR="004C56A5" w:rsidRPr="006C457E">
        <w:rPr>
          <w:rFonts w:ascii="Open Sans" w:hAnsi="Open Sans" w:cs="Open Sans"/>
          <w:sz w:val="20"/>
          <w:szCs w:val="20"/>
          <w:lang w:val="de-AT"/>
        </w:rPr>
        <w:t>co-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kreativen Lernräumen </w:t>
      </w:r>
      <w:r w:rsidR="00292309">
        <w:rPr>
          <w:rFonts w:ascii="Open Sans" w:hAnsi="Open Sans" w:cs="Open Sans"/>
          <w:sz w:val="20"/>
          <w:szCs w:val="20"/>
          <w:lang w:val="de-AT"/>
        </w:rPr>
        <w:t>lernen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Sie praxisnahe </w:t>
      </w:r>
      <w:r w:rsidR="004C56A5" w:rsidRPr="006C457E">
        <w:rPr>
          <w:rFonts w:ascii="Open Sans" w:hAnsi="Open Sans" w:cs="Open Sans"/>
          <w:sz w:val="20"/>
          <w:szCs w:val="20"/>
          <w:lang w:val="de-AT"/>
        </w:rPr>
        <w:t>Metho</w:t>
      </w:r>
      <w:r w:rsidR="00292309">
        <w:rPr>
          <w:rFonts w:ascii="Open Sans" w:hAnsi="Open Sans" w:cs="Open Sans"/>
          <w:sz w:val="20"/>
          <w:szCs w:val="20"/>
          <w:lang w:val="de-AT"/>
        </w:rPr>
        <w:t>d</w:t>
      </w:r>
      <w:r w:rsidR="004C56A5" w:rsidRPr="006C457E">
        <w:rPr>
          <w:rFonts w:ascii="Open Sans" w:hAnsi="Open Sans" w:cs="Open Sans"/>
          <w:sz w:val="20"/>
          <w:szCs w:val="20"/>
          <w:lang w:val="de-AT"/>
        </w:rPr>
        <w:t>en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für Ihren Berufsalltag</w:t>
      </w:r>
      <w:r w:rsidR="00292309">
        <w:rPr>
          <w:rFonts w:ascii="Open Sans" w:hAnsi="Open Sans" w:cs="Open Sans"/>
          <w:sz w:val="20"/>
          <w:szCs w:val="20"/>
          <w:lang w:val="de-AT"/>
        </w:rPr>
        <w:t xml:space="preserve"> kennen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. </w:t>
      </w:r>
      <w:r w:rsidR="004C56A5" w:rsidRPr="006C457E">
        <w:rPr>
          <w:rFonts w:ascii="Open Sans" w:hAnsi="Open Sans" w:cs="Open Sans"/>
          <w:sz w:val="20"/>
          <w:szCs w:val="20"/>
          <w:lang w:val="de-AT"/>
        </w:rPr>
        <w:t xml:space="preserve">Anmeldung bis 29. Juni 2025 über die Eventplattform des Forum Umweltbildung: </w:t>
      </w:r>
      <w:hyperlink r:id="rId7" w:history="1">
        <w:r w:rsidR="004C56A5" w:rsidRPr="006C457E">
          <w:rPr>
            <w:rStyle w:val="Hyperlink"/>
            <w:rFonts w:ascii="Open Sans" w:hAnsi="Open Sans" w:cs="Open Sans"/>
            <w:sz w:val="20"/>
            <w:szCs w:val="20"/>
            <w:lang w:val="de-AT"/>
          </w:rPr>
          <w:t>https://events.umweltbildung.at/event/bne-sommerakademie-2025/</w:t>
        </w:r>
      </w:hyperlink>
      <w:r w:rsidR="004C56A5"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</w:p>
    <w:p w14:paraId="158BB160" w14:textId="41339EE8" w:rsidR="0030547D" w:rsidRPr="006C457E" w:rsidRDefault="0030547D" w:rsidP="004C56A5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1581BA82" w14:textId="77777777" w:rsidR="0030547D" w:rsidRPr="006C457E" w:rsidRDefault="0030547D" w:rsidP="0030547D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69E54CD5" w14:textId="26074F2D" w:rsidR="006A7642" w:rsidRPr="006C457E" w:rsidRDefault="005D61EF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  <w:r w:rsidRPr="006C457E">
        <w:rPr>
          <w:rFonts w:ascii="Open Sans" w:hAnsi="Open Sans" w:cs="Open Sans"/>
          <w:b/>
          <w:bCs/>
          <w:sz w:val="28"/>
          <w:szCs w:val="28"/>
          <w:lang w:val="de-AT"/>
        </w:rPr>
        <w:t>Instagram / Facebook</w:t>
      </w:r>
    </w:p>
    <w:p w14:paraId="3ED7571E" w14:textId="77777777" w:rsidR="00EF4CE3" w:rsidRPr="006C457E" w:rsidRDefault="00EF4CE3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01FC90D5" w14:textId="7F69E316" w:rsidR="00DC6BFC" w:rsidRPr="006C457E" w:rsidRDefault="00A06C34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 xml:space="preserve">Sei bei der BNE-Sommerakademie 2025 dabei! </w:t>
      </w:r>
      <w:r w:rsidR="00DC6BFC" w:rsidRPr="006C457E">
        <w:rPr>
          <w:rFonts w:ascii="Segoe UI Emoji" w:hAnsi="Segoe UI Emoji" w:cs="Segoe UI Emoji"/>
          <w:sz w:val="20"/>
          <w:szCs w:val="20"/>
        </w:rPr>
        <w:t>🌬️</w:t>
      </w:r>
      <w:r w:rsidR="00EC7FB8">
        <w:rPr>
          <w:rFonts w:ascii="Segoe UI Emoji" w:hAnsi="Segoe UI Emoji" w:cs="Segoe UI Emoji"/>
          <w:sz w:val="20"/>
          <w:szCs w:val="20"/>
        </w:rPr>
        <w:t xml:space="preserve"> 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>Unter dem Titel „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>Co-kreativ und zukunftsfähig. Bildung gemeinsam gestalten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>“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 xml:space="preserve"> bringt 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>sie frischen Wind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 xml:space="preserve"> in deine Bildungsarbeit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>.</w:t>
      </w:r>
    </w:p>
    <w:p w14:paraId="02EC6C07" w14:textId="77777777" w:rsidR="00DC6BFC" w:rsidRPr="006C457E" w:rsidRDefault="00DC6BFC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29C761FD" w14:textId="64FFAB78" w:rsidR="00DC6BFC" w:rsidRPr="006C457E" w:rsidRDefault="00DC6BFC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>Das erwartet dich:</w:t>
      </w:r>
    </w:p>
    <w:p w14:paraId="06E2EE2B" w14:textId="3571750B" w:rsidR="00DC6BFC" w:rsidRPr="006C457E" w:rsidRDefault="00642779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🎯</w:t>
      </w:r>
      <w:r w:rsidR="00DC6BFC" w:rsidRPr="006C457E">
        <w:rPr>
          <w:rFonts w:ascii="Open Sans" w:hAnsi="Open Sans" w:cs="Open Sans"/>
          <w:sz w:val="20"/>
          <w:szCs w:val="20"/>
          <w:lang w:val="de-AT"/>
        </w:rPr>
        <w:t xml:space="preserve"> 3 Tage Workshops, Austausch &amp; Inspiration</w:t>
      </w:r>
    </w:p>
    <w:p w14:paraId="2F213952" w14:textId="14C482EF" w:rsidR="00DC6BFC" w:rsidRPr="006C457E" w:rsidRDefault="00DC6BFC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🎨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Fokus auf kreative Methoden, </w:t>
      </w:r>
      <w:r w:rsidRPr="006C457E">
        <w:rPr>
          <w:rFonts w:ascii="Open Sans" w:hAnsi="Open Sans" w:cs="Open Sans"/>
          <w:sz w:val="20"/>
          <w:szCs w:val="20"/>
          <w:lang w:val="de-AT"/>
        </w:rPr>
        <w:t>Co-Kreation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&amp; nachhaltige Bildung</w:t>
      </w:r>
    </w:p>
    <w:p w14:paraId="6DF29FEC" w14:textId="6E453D14" w:rsidR="00DC6BFC" w:rsidRPr="006C457E" w:rsidRDefault="00DC6BFC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💡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Für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Pädagog:innen, Lehrpersonen und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alle, die Bildung neu denken wollen</w:t>
      </w:r>
    </w:p>
    <w:p w14:paraId="31FC1793" w14:textId="7957A983" w:rsidR="00DC6BFC" w:rsidRPr="006C457E" w:rsidRDefault="00DC6BFC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🗓️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18.–20. August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2025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|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Bildungshaus Schloss </w:t>
      </w:r>
      <w:r w:rsidRPr="006C457E">
        <w:rPr>
          <w:rFonts w:ascii="Open Sans" w:hAnsi="Open Sans" w:cs="Open Sans"/>
          <w:sz w:val="20"/>
          <w:szCs w:val="20"/>
          <w:lang w:val="de-AT"/>
        </w:rPr>
        <w:t>Retzhof (Steiermark)</w:t>
      </w:r>
    </w:p>
    <w:p w14:paraId="72149EE0" w14:textId="71452757" w:rsidR="00A06C34" w:rsidRPr="006C457E" w:rsidRDefault="00DC6BFC" w:rsidP="00DC6BFC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🎟️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Jetzt anmelden: events.umweltbildung.at </w:t>
      </w:r>
    </w:p>
    <w:p w14:paraId="12584FDB" w14:textId="77777777" w:rsidR="00A06C34" w:rsidRPr="006C457E" w:rsidRDefault="00A06C34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10355D24" w14:textId="77777777" w:rsidR="005D61EF" w:rsidRPr="006C457E" w:rsidRDefault="005D61EF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21E26120" w14:textId="6A7418F7" w:rsidR="005D61EF" w:rsidRPr="006C457E" w:rsidRDefault="005D61EF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  <w:r w:rsidRPr="006C457E">
        <w:rPr>
          <w:rFonts w:ascii="Open Sans" w:hAnsi="Open Sans" w:cs="Open Sans"/>
          <w:b/>
          <w:bCs/>
          <w:sz w:val="28"/>
          <w:szCs w:val="28"/>
          <w:lang w:val="de-AT"/>
        </w:rPr>
        <w:t>LinkedIn</w:t>
      </w:r>
    </w:p>
    <w:p w14:paraId="5A3838B5" w14:textId="77777777" w:rsidR="00EF4CE3" w:rsidRPr="006C457E" w:rsidRDefault="00EF4CE3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2E44F397" w14:textId="553795A1" w:rsidR="005B3AE9" w:rsidRPr="006C457E" w:rsidRDefault="005B3AE9" w:rsidP="00C13703">
      <w:pPr>
        <w:ind w:left="-426"/>
        <w:rPr>
          <w:rFonts w:ascii="Open Sans" w:hAnsi="Open Sans" w:cs="Open Sans"/>
          <w:b/>
          <w:bCs/>
          <w:sz w:val="20"/>
          <w:szCs w:val="20"/>
          <w:lang w:val="de-AT"/>
        </w:rPr>
      </w:pP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Variante „per du“:</w:t>
      </w:r>
    </w:p>
    <w:p w14:paraId="155F881E" w14:textId="77777777" w:rsidR="005B3AE9" w:rsidRPr="006C457E" w:rsidRDefault="005B3AE9" w:rsidP="00C13703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3F103163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 xml:space="preserve">Lust auf neue Impulse für deine Bildungsarbeit? </w:t>
      </w:r>
    </w:p>
    <w:p w14:paraId="4524D7AB" w14:textId="7E81E6E3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</w:rPr>
        <w:t>🌬️</w:t>
      </w:r>
      <w:r w:rsidRPr="006C457E">
        <w:rPr>
          <w:rFonts w:ascii="Open Sans" w:hAnsi="Open Sans" w:cs="Open Sans"/>
          <w:sz w:val="20"/>
          <w:szCs w:val="20"/>
        </w:rPr>
        <w:t xml:space="preserve">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Die BNE-Sommerakademie des Forum Umweltbildung bringt unter dem Titel „Co-kreativ und zukunftsfähig. Bildung gemeinsam gestalten“ frischen Wind in </w:t>
      </w:r>
      <w:r w:rsidRPr="006C457E">
        <w:rPr>
          <w:rFonts w:ascii="Open Sans" w:hAnsi="Open Sans" w:cs="Open Sans"/>
          <w:sz w:val="20"/>
          <w:szCs w:val="20"/>
          <w:lang w:val="de-AT"/>
        </w:rPr>
        <w:t>deine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Bildungsarbeit.</w:t>
      </w:r>
    </w:p>
    <w:p w14:paraId="3172A093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1586FEFF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🎯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3 Tage Workshops, Austausch &amp; Inspiration</w:t>
      </w:r>
    </w:p>
    <w:p w14:paraId="76F13D12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🎨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Fokus auf kreative Methoden, Co-Kreation &amp; nachhaltige Bildung</w:t>
      </w:r>
    </w:p>
    <w:p w14:paraId="1FC0E3D6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💡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Für Pädagog:innen, Lehrpersonen und alle, die Bildung neu denken wollen</w:t>
      </w:r>
    </w:p>
    <w:p w14:paraId="45F14BCE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🗓️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18.–20. August 2025| Bildungshaus Schloss Retzhof (Steiermark)</w:t>
      </w:r>
    </w:p>
    <w:p w14:paraId="1011CB21" w14:textId="3F1E7947" w:rsidR="00642779" w:rsidRPr="006C457E" w:rsidRDefault="00642779" w:rsidP="00060E5D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🎟️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Jetzt anmelden: </w:t>
      </w:r>
      <w:hyperlink r:id="rId8" w:history="1">
        <w:r w:rsidR="009B0469" w:rsidRPr="006C457E">
          <w:rPr>
            <w:rStyle w:val="Hyperlink"/>
            <w:rFonts w:ascii="Open Sans" w:hAnsi="Open Sans" w:cs="Open Sans"/>
            <w:sz w:val="20"/>
            <w:szCs w:val="20"/>
            <w:lang w:val="de-AT"/>
          </w:rPr>
          <w:t>https://events.umweltbildung.at/event/bne-sommerakademie-2025/</w:t>
        </w:r>
      </w:hyperlink>
    </w:p>
    <w:p w14:paraId="55EA782F" w14:textId="77777777" w:rsidR="00C13703" w:rsidRPr="006C457E" w:rsidRDefault="00C13703" w:rsidP="00C13703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1F1193B2" w14:textId="77102C0F" w:rsidR="00C13703" w:rsidRPr="006C457E" w:rsidRDefault="005B3AE9" w:rsidP="00C13703">
      <w:pPr>
        <w:ind w:left="-426"/>
        <w:rPr>
          <w:rFonts w:ascii="Open Sans" w:hAnsi="Open Sans" w:cs="Open Sans"/>
          <w:b/>
          <w:bCs/>
          <w:sz w:val="20"/>
          <w:szCs w:val="20"/>
          <w:lang w:val="de-AT"/>
        </w:rPr>
      </w:pP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Variante förmlich:</w:t>
      </w:r>
    </w:p>
    <w:p w14:paraId="005BC75E" w14:textId="77777777" w:rsidR="00C13703" w:rsidRPr="006C457E" w:rsidRDefault="00C13703" w:rsidP="00C13703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227A1D1E" w14:textId="77777777" w:rsidR="005B3AE9" w:rsidRPr="006C457E" w:rsidRDefault="005B3AE9" w:rsidP="005B3AE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>Suchen Sie neue Impulse für Ihre Bildungsarbeit?</w:t>
      </w:r>
    </w:p>
    <w:p w14:paraId="55EB25CD" w14:textId="1DA372DC" w:rsidR="005B3AE9" w:rsidRPr="006C457E" w:rsidRDefault="005B3AE9" w:rsidP="005B3AE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</w:rPr>
        <w:t>🌬️</w:t>
      </w:r>
      <w:r w:rsidRPr="006C457E">
        <w:rPr>
          <w:rFonts w:ascii="Open Sans" w:hAnsi="Open Sans" w:cs="Open Sans"/>
          <w:sz w:val="20"/>
          <w:szCs w:val="20"/>
          <w:lang w:val="de-AT"/>
        </w:rPr>
        <w:t>Die BNE-Sommerakademie des Forum Umweltbildung bringt u</w:t>
      </w:r>
      <w:r w:rsidRPr="006C457E">
        <w:rPr>
          <w:rFonts w:ascii="Open Sans" w:hAnsi="Open Sans" w:cs="Open Sans"/>
          <w:sz w:val="20"/>
          <w:szCs w:val="20"/>
          <w:lang w:val="de-AT"/>
        </w:rPr>
        <w:t>nter dem Titel „Co-kreativ und zukunftsfähig. Bildung gemeinsam gestalten“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frischen Wind in </w:t>
      </w:r>
      <w:r w:rsidRPr="006C457E">
        <w:rPr>
          <w:rFonts w:ascii="Open Sans" w:hAnsi="Open Sans" w:cs="Open Sans"/>
          <w:sz w:val="20"/>
          <w:szCs w:val="20"/>
          <w:lang w:val="de-AT"/>
        </w:rPr>
        <w:t>Ihre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Bildungsarbeit.</w:t>
      </w:r>
    </w:p>
    <w:p w14:paraId="4927740B" w14:textId="77777777" w:rsidR="005B3AE9" w:rsidRPr="006C457E" w:rsidRDefault="005B3AE9" w:rsidP="00C13703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59FA79BF" w14:textId="2D56B1FF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🎯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3 Tage Workshops, Austausch &amp; Inspiration</w:t>
      </w:r>
    </w:p>
    <w:p w14:paraId="791D6947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🎨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Fokus auf kreative Methoden, Co-Kreation &amp; nachhaltige Bildung</w:t>
      </w:r>
    </w:p>
    <w:p w14:paraId="785CC146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💡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Für Pädagog:innen, Lehrpersonen und alle, die Bildung neu denken wollen</w:t>
      </w:r>
    </w:p>
    <w:p w14:paraId="196F9DA2" w14:textId="77777777" w:rsidR="00642779" w:rsidRPr="006C457E" w:rsidRDefault="00642779" w:rsidP="00642779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🗓️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18.–20. August 2025| Bildungshaus Schloss Retzhof (Steiermark)</w:t>
      </w:r>
    </w:p>
    <w:p w14:paraId="02B4D393" w14:textId="39643F7E" w:rsidR="00C13703" w:rsidRPr="006C457E" w:rsidRDefault="00642779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🎟️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Jetzt anmelden: </w:t>
      </w:r>
      <w:hyperlink r:id="rId9" w:history="1">
        <w:r w:rsidR="009B0469" w:rsidRPr="006C457E">
          <w:rPr>
            <w:rStyle w:val="Hyperlink"/>
            <w:rFonts w:ascii="Open Sans" w:hAnsi="Open Sans" w:cs="Open Sans"/>
            <w:sz w:val="20"/>
            <w:szCs w:val="20"/>
            <w:lang w:val="de-AT"/>
          </w:rPr>
          <w:t>https://events.umweltbildung.at/event/bne-sommerakademie-2025/</w:t>
        </w:r>
      </w:hyperlink>
      <w:r w:rsidR="009B0469"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</w:p>
    <w:p w14:paraId="1A733F98" w14:textId="77777777" w:rsidR="005D61EF" w:rsidRPr="006C457E" w:rsidRDefault="005D61EF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1A28902C" w14:textId="0F128113" w:rsidR="005D61EF" w:rsidRPr="006C457E" w:rsidRDefault="005D61EF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  <w:r w:rsidRPr="006C457E">
        <w:rPr>
          <w:rFonts w:ascii="Open Sans" w:hAnsi="Open Sans" w:cs="Open Sans"/>
          <w:b/>
          <w:bCs/>
          <w:sz w:val="28"/>
          <w:szCs w:val="28"/>
          <w:lang w:val="de-AT"/>
        </w:rPr>
        <w:t>Bluesky</w:t>
      </w:r>
    </w:p>
    <w:p w14:paraId="657C81DD" w14:textId="77777777" w:rsidR="00EF4CE3" w:rsidRPr="006C457E" w:rsidRDefault="00EF4CE3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5408E70B" w14:textId="2A220A24" w:rsidR="00060E5D" w:rsidRPr="006C457E" w:rsidRDefault="00060E5D" w:rsidP="00060E5D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</w:rPr>
        <w:t>📣</w:t>
      </w:r>
      <w:r w:rsidRPr="006C457E">
        <w:rPr>
          <w:rFonts w:ascii="Open Sans" w:hAnsi="Open Sans" w:cs="Open Sans"/>
          <w:sz w:val="20"/>
          <w:szCs w:val="20"/>
        </w:rPr>
        <w:t xml:space="preserve"> </w:t>
      </w:r>
      <w:r w:rsidRPr="006C457E">
        <w:rPr>
          <w:rFonts w:ascii="Open Sans" w:hAnsi="Open Sans" w:cs="Open Sans"/>
          <w:sz w:val="20"/>
          <w:szCs w:val="20"/>
        </w:rPr>
        <w:t>Die</w:t>
      </w:r>
      <w:r w:rsidRPr="006C457E">
        <w:rPr>
          <w:rFonts w:ascii="Open Sans" w:hAnsi="Open Sans" w:cs="Open Sans"/>
          <w:sz w:val="20"/>
          <w:szCs w:val="20"/>
        </w:rPr>
        <w:t xml:space="preserve"> BNE-Sommerakademie 2025 </w:t>
      </w:r>
      <w:r w:rsidRPr="006C457E">
        <w:rPr>
          <w:rFonts w:ascii="Open Sans" w:hAnsi="Open Sans" w:cs="Open Sans"/>
          <w:sz w:val="20"/>
          <w:szCs w:val="20"/>
        </w:rPr>
        <w:t>kommt</w:t>
      </w:r>
      <w:r w:rsidRPr="006C457E">
        <w:rPr>
          <w:rFonts w:ascii="Open Sans" w:hAnsi="Open Sans" w:cs="Open Sans"/>
          <w:sz w:val="20"/>
          <w:szCs w:val="20"/>
        </w:rPr>
        <w:t>!</w:t>
      </w:r>
      <w:r w:rsidRPr="006C457E">
        <w:rPr>
          <w:rFonts w:ascii="Open Sans" w:hAnsi="Open Sans" w:cs="Open Sans"/>
          <w:sz w:val="20"/>
          <w:szCs w:val="20"/>
        </w:rPr>
        <w:t xml:space="preserve"> Und dem Titel „</w:t>
      </w:r>
      <w:r w:rsidRPr="006C457E">
        <w:rPr>
          <w:rFonts w:ascii="Open Sans" w:hAnsi="Open Sans" w:cs="Open Sans"/>
          <w:sz w:val="20"/>
          <w:szCs w:val="20"/>
          <w:lang w:val="de-AT"/>
        </w:rPr>
        <w:t>Co-kreativ und zukunftsfähig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“ gibt’s 8 Workshops rund um </w:t>
      </w:r>
      <w:r w:rsidRPr="006C457E">
        <w:rPr>
          <w:rFonts w:ascii="Open Sans" w:hAnsi="Open Sans" w:cs="Open Sans"/>
          <w:sz w:val="20"/>
          <w:szCs w:val="20"/>
          <w:lang w:val="de-AT"/>
        </w:rPr>
        <w:t>kreative Methoden, Co-Kreation &amp; nachhaltige Bildung</w:t>
      </w:r>
      <w:r w:rsidRPr="006C457E">
        <w:rPr>
          <w:rFonts w:ascii="Open Sans" w:hAnsi="Open Sans" w:cs="Open Sans"/>
          <w:sz w:val="20"/>
          <w:szCs w:val="20"/>
          <w:lang w:val="de-AT"/>
        </w:rPr>
        <w:t>.</w:t>
      </w:r>
    </w:p>
    <w:p w14:paraId="484A9FDD" w14:textId="5DAD4FEF" w:rsidR="00060E5D" w:rsidRPr="006C457E" w:rsidRDefault="00060E5D" w:rsidP="00060E5D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</w:rPr>
        <w:t>🗓️</w:t>
      </w:r>
      <w:r w:rsidRPr="006C457E">
        <w:rPr>
          <w:rFonts w:ascii="Open Sans" w:hAnsi="Open Sans" w:cs="Open Sans"/>
          <w:sz w:val="20"/>
          <w:szCs w:val="20"/>
        </w:rPr>
        <w:t xml:space="preserve"> 18.–20. August</w:t>
      </w:r>
      <w:r w:rsidRPr="006C457E">
        <w:rPr>
          <w:rFonts w:ascii="Open Sans" w:hAnsi="Open Sans" w:cs="Open Sans"/>
          <w:sz w:val="20"/>
          <w:szCs w:val="20"/>
        </w:rPr>
        <w:t xml:space="preserve"> 2025</w:t>
      </w:r>
      <w:r w:rsidRPr="006C457E">
        <w:rPr>
          <w:rFonts w:ascii="Open Sans" w:hAnsi="Open Sans" w:cs="Open Sans"/>
          <w:sz w:val="20"/>
          <w:szCs w:val="20"/>
        </w:rPr>
        <w:t xml:space="preserve"> | </w:t>
      </w:r>
      <w:r w:rsidRPr="006C457E">
        <w:rPr>
          <w:rFonts w:ascii="Open Sans" w:hAnsi="Open Sans" w:cs="Open Sans"/>
          <w:sz w:val="20"/>
          <w:szCs w:val="20"/>
        </w:rPr>
        <w:t xml:space="preserve">Bildungshaus </w:t>
      </w:r>
      <w:r w:rsidRPr="006C457E">
        <w:rPr>
          <w:rFonts w:ascii="Open Sans" w:hAnsi="Open Sans" w:cs="Open Sans"/>
          <w:sz w:val="20"/>
          <w:szCs w:val="20"/>
        </w:rPr>
        <w:t>Schloss Retzhof</w:t>
      </w:r>
      <w:r w:rsidRPr="006C457E">
        <w:rPr>
          <w:rFonts w:ascii="Open Sans" w:hAnsi="Open Sans" w:cs="Open Sans"/>
          <w:sz w:val="20"/>
          <w:szCs w:val="20"/>
        </w:rPr>
        <w:br/>
      </w:r>
      <w:r w:rsidRPr="006C457E">
        <w:rPr>
          <w:rFonts w:ascii="Segoe UI Emoji" w:hAnsi="Segoe UI Emoji" w:cs="Segoe UI Emoji"/>
          <w:sz w:val="20"/>
          <w:szCs w:val="20"/>
          <w:lang w:val="de-AT"/>
        </w:rPr>
        <w:t>💡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Für alle, die Bildung neu denken wollen</w:t>
      </w:r>
    </w:p>
    <w:p w14:paraId="7CC07ABC" w14:textId="122DBCE5" w:rsidR="005D61EF" w:rsidRDefault="00060E5D" w:rsidP="00B077F2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Segoe UI Emoji" w:hAnsi="Segoe UI Emoji" w:cs="Segoe UI Emoji"/>
          <w:sz w:val="20"/>
          <w:szCs w:val="20"/>
          <w:lang w:val="de-AT"/>
        </w:rPr>
        <w:t>🎟️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Jetzt anmelden: </w:t>
      </w:r>
      <w:hyperlink r:id="rId10" w:history="1">
        <w:r w:rsidR="009B0469" w:rsidRPr="006C457E">
          <w:rPr>
            <w:rStyle w:val="Hyperlink"/>
            <w:rFonts w:ascii="Open Sans" w:hAnsi="Open Sans" w:cs="Open Sans"/>
            <w:sz w:val="20"/>
            <w:szCs w:val="20"/>
            <w:lang w:val="de-AT"/>
          </w:rPr>
          <w:t>https://events.umweltbildung.at/event/bne-sommerakademie-2025/</w:t>
        </w:r>
      </w:hyperlink>
    </w:p>
    <w:p w14:paraId="423CF0AA" w14:textId="77777777" w:rsidR="009B0469" w:rsidRPr="006C457E" w:rsidRDefault="009B0469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</w:p>
    <w:p w14:paraId="7D023763" w14:textId="6B1D9B8C" w:rsidR="00A0487F" w:rsidRPr="006C457E" w:rsidRDefault="006A7642" w:rsidP="00B077F2">
      <w:pPr>
        <w:ind w:left="-426"/>
        <w:rPr>
          <w:rFonts w:ascii="Open Sans" w:hAnsi="Open Sans" w:cs="Open Sans"/>
          <w:b/>
          <w:bCs/>
          <w:sz w:val="28"/>
          <w:szCs w:val="28"/>
          <w:lang w:val="de-AT"/>
        </w:rPr>
      </w:pPr>
      <w:r w:rsidRPr="006C457E">
        <w:rPr>
          <w:rFonts w:ascii="Open Sans" w:hAnsi="Open Sans" w:cs="Open Sans"/>
          <w:b/>
          <w:bCs/>
          <w:sz w:val="28"/>
          <w:szCs w:val="28"/>
          <w:lang w:val="de-AT"/>
        </w:rPr>
        <w:t>Website-Text</w:t>
      </w:r>
    </w:p>
    <w:p w14:paraId="18607284" w14:textId="77777777" w:rsidR="006A7642" w:rsidRPr="006C457E" w:rsidRDefault="006A7642" w:rsidP="00B077F2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01ED6296" w14:textId="3915CF76" w:rsidR="006A7642" w:rsidRPr="006C457E" w:rsidRDefault="006A7642" w:rsidP="006A7642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>BNE-Sommerakademie</w:t>
      </w:r>
      <w:r w:rsidR="00E76F08">
        <w:rPr>
          <w:rFonts w:ascii="Open Sans" w:hAnsi="Open Sans" w:cs="Open Sans"/>
          <w:b/>
          <w:bCs/>
          <w:sz w:val="20"/>
          <w:szCs w:val="20"/>
          <w:lang w:val="de-AT"/>
        </w:rPr>
        <w:t xml:space="preserve"> 2025</w:t>
      </w:r>
      <w:r w:rsidRPr="006C457E">
        <w:rPr>
          <w:rFonts w:ascii="Open Sans" w:hAnsi="Open Sans" w:cs="Open Sans"/>
          <w:b/>
          <w:bCs/>
          <w:sz w:val="20"/>
          <w:szCs w:val="20"/>
          <w:lang w:val="de-AT"/>
        </w:rPr>
        <w:t xml:space="preserve">: „Co-kreativ und zukunftsfähig. Bildung gemeinsam gestalten“ </w:t>
      </w:r>
    </w:p>
    <w:p w14:paraId="1043FF37" w14:textId="77777777" w:rsidR="006A7642" w:rsidRPr="006C457E" w:rsidRDefault="006A7642" w:rsidP="006A7642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5ABB75DE" w14:textId="0051D7A8" w:rsidR="006A7642" w:rsidRPr="006C457E" w:rsidRDefault="006A7642" w:rsidP="006A7642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>Vo</w:t>
      </w:r>
      <w:r w:rsidR="00A06C34" w:rsidRPr="006C457E">
        <w:rPr>
          <w:rFonts w:ascii="Open Sans" w:hAnsi="Open Sans" w:cs="Open Sans"/>
          <w:sz w:val="20"/>
          <w:szCs w:val="20"/>
          <w:lang w:val="de-AT"/>
        </w:rPr>
        <w:t>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18. bis 20. August 2025 lädt das Forum Umweltbildung zur BNE-Sommerakademie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in die Südsteiermark. </w:t>
      </w:r>
      <w:r w:rsidRPr="006C457E">
        <w:rPr>
          <w:rFonts w:ascii="Open Sans" w:hAnsi="Open Sans" w:cs="Open Sans"/>
          <w:sz w:val="20"/>
          <w:szCs w:val="20"/>
          <w:lang w:val="de-AT"/>
        </w:rPr>
        <w:t>Unter dem Motto „Co-kreativ und zukunftsfähig. Bildung gemeinsam gestalten“ dreht sich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im Bildungshaus Schloss Retzhof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alles um partizipative, kreative und transformative Bildungsprozesse.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</w:p>
    <w:p w14:paraId="6EA19C90" w14:textId="64A5B3B7" w:rsidR="006A7642" w:rsidRPr="006C457E" w:rsidRDefault="006A7642" w:rsidP="006A7642">
      <w:pPr>
        <w:ind w:left="-426"/>
        <w:rPr>
          <w:rFonts w:ascii="Open Sans" w:hAnsi="Open Sans" w:cs="Open Sans"/>
          <w:sz w:val="20"/>
          <w:szCs w:val="20"/>
          <w:lang w:val="de-AT"/>
        </w:rPr>
      </w:pPr>
    </w:p>
    <w:p w14:paraId="7BF121EE" w14:textId="12C44B79" w:rsidR="005F20B8" w:rsidRPr="006C457E" w:rsidRDefault="006A7642" w:rsidP="006A7642">
      <w:pPr>
        <w:ind w:left="-426"/>
        <w:rPr>
          <w:rFonts w:ascii="Open Sans" w:hAnsi="Open Sans" w:cs="Open Sans"/>
          <w:sz w:val="20"/>
          <w:szCs w:val="20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 xml:space="preserve">Acht praxisnahe Workshops zeigen, </w:t>
      </w:r>
      <w:r w:rsidR="00320376" w:rsidRPr="006C457E">
        <w:rPr>
          <w:rFonts w:ascii="Open Sans" w:hAnsi="Open Sans" w:cs="Open Sans"/>
          <w:sz w:val="20"/>
          <w:szCs w:val="20"/>
          <w:lang w:val="de-AT"/>
        </w:rPr>
        <w:t>w</w:t>
      </w:r>
      <w:r w:rsidR="00320376" w:rsidRPr="006C457E">
        <w:rPr>
          <w:rFonts w:ascii="Open Sans" w:hAnsi="Open Sans" w:cs="Open Sans"/>
          <w:sz w:val="20"/>
          <w:szCs w:val="20"/>
        </w:rPr>
        <w:t>ie sich Bildungsprozesse so gestalten</w:t>
      </w:r>
      <w:r w:rsidR="00320376" w:rsidRPr="006C457E">
        <w:rPr>
          <w:rFonts w:ascii="Open Sans" w:hAnsi="Open Sans" w:cs="Open Sans"/>
          <w:sz w:val="20"/>
          <w:szCs w:val="20"/>
        </w:rPr>
        <w:t xml:space="preserve"> lassen</w:t>
      </w:r>
      <w:r w:rsidR="00320376" w:rsidRPr="006C457E">
        <w:rPr>
          <w:rFonts w:ascii="Open Sans" w:hAnsi="Open Sans" w:cs="Open Sans"/>
          <w:sz w:val="20"/>
          <w:szCs w:val="20"/>
        </w:rPr>
        <w:t>, dass sie kollaborativer, kreativer und innovativer werden – und damit zukunftsfähige Veränderungen vorantreiben</w:t>
      </w:r>
      <w:r w:rsidR="00320376" w:rsidRPr="006C457E">
        <w:rPr>
          <w:rFonts w:ascii="Open Sans" w:hAnsi="Open Sans" w:cs="Open Sans"/>
          <w:sz w:val="20"/>
          <w:szCs w:val="20"/>
        </w:rPr>
        <w:t xml:space="preserve">. </w:t>
      </w:r>
      <w:r w:rsidR="00A00F7F">
        <w:rPr>
          <w:rFonts w:ascii="Open Sans" w:hAnsi="Open Sans" w:cs="Open Sans"/>
          <w:sz w:val="20"/>
          <w:szCs w:val="20"/>
        </w:rPr>
        <w:t xml:space="preserve">Denn </w:t>
      </w:r>
      <w:r w:rsidR="00320376" w:rsidRPr="006C457E">
        <w:rPr>
          <w:rFonts w:ascii="Open Sans" w:hAnsi="Open Sans" w:cs="Open Sans"/>
          <w:sz w:val="20"/>
          <w:szCs w:val="20"/>
        </w:rPr>
        <w:t xml:space="preserve">Partizipation und Co-Kreation eröffnen neue Möglichkeiten, Lernen und Lehren </w:t>
      </w:r>
      <w:r w:rsidR="00320376" w:rsidRPr="006C457E">
        <w:rPr>
          <w:rFonts w:ascii="Open Sans" w:hAnsi="Open Sans" w:cs="Open Sans"/>
          <w:sz w:val="20"/>
          <w:szCs w:val="20"/>
        </w:rPr>
        <w:lastRenderedPageBreak/>
        <w:t>weiterzuentwickeln und Lernorte in Gestaltungsräume für nachhaltige Entwicklung zu verwandeln.</w:t>
      </w:r>
      <w:r w:rsidR="005F20B8" w:rsidRPr="006C457E">
        <w:rPr>
          <w:rFonts w:ascii="Open Sans" w:hAnsi="Open Sans" w:cs="Open Sans"/>
          <w:sz w:val="20"/>
          <w:szCs w:val="20"/>
        </w:rPr>
        <w:t xml:space="preserve"> </w:t>
      </w:r>
      <w:r w:rsidR="005F20B8" w:rsidRPr="006C457E">
        <w:rPr>
          <w:rFonts w:ascii="Open Sans" w:hAnsi="Open Sans" w:cs="Open Sans"/>
          <w:sz w:val="20"/>
          <w:szCs w:val="20"/>
        </w:rPr>
        <w:t xml:space="preserve">Nach der interaktiven Keynote mit Co-Kreationsexperten Georg Michalik </w:t>
      </w:r>
      <w:r w:rsidR="00F2006B">
        <w:rPr>
          <w:rFonts w:ascii="Open Sans" w:hAnsi="Open Sans" w:cs="Open Sans"/>
          <w:sz w:val="20"/>
          <w:szCs w:val="20"/>
        </w:rPr>
        <w:t xml:space="preserve">am ersten Tag </w:t>
      </w:r>
      <w:r w:rsidR="005F20B8" w:rsidRPr="006C457E">
        <w:rPr>
          <w:rFonts w:ascii="Open Sans" w:hAnsi="Open Sans" w:cs="Open Sans"/>
          <w:sz w:val="20"/>
          <w:szCs w:val="20"/>
        </w:rPr>
        <w:t>tauchen wir in den Workshops</w:t>
      </w:r>
      <w:r w:rsidR="00F2006B">
        <w:rPr>
          <w:rFonts w:ascii="Open Sans" w:hAnsi="Open Sans" w:cs="Open Sans"/>
          <w:sz w:val="20"/>
          <w:szCs w:val="20"/>
        </w:rPr>
        <w:t xml:space="preserve"> an den Folgetagen</w:t>
      </w:r>
      <w:r w:rsidR="005F20B8" w:rsidRPr="006C457E">
        <w:rPr>
          <w:rFonts w:ascii="Open Sans" w:hAnsi="Open Sans" w:cs="Open Sans"/>
          <w:sz w:val="20"/>
          <w:szCs w:val="20"/>
        </w:rPr>
        <w:t xml:space="preserve"> der BNE-Sommerakademie 2025 weiter ins Thema ein.</w:t>
      </w:r>
    </w:p>
    <w:p w14:paraId="3F2B76EA" w14:textId="2F7378E1" w:rsidR="00320376" w:rsidRPr="006C457E" w:rsidRDefault="00320376" w:rsidP="006A7642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</w:rPr>
        <w:t> </w:t>
      </w:r>
    </w:p>
    <w:p w14:paraId="60ECC492" w14:textId="70EA0CCF" w:rsidR="006A7642" w:rsidRPr="006C457E" w:rsidRDefault="006A7642" w:rsidP="006A7642">
      <w:pPr>
        <w:ind w:left="-426"/>
        <w:rPr>
          <w:rFonts w:ascii="Open Sans" w:hAnsi="Open Sans" w:cs="Open Sans"/>
          <w:sz w:val="20"/>
          <w:szCs w:val="20"/>
          <w:lang w:val="de-AT"/>
        </w:rPr>
      </w:pPr>
      <w:r w:rsidRPr="006C457E">
        <w:rPr>
          <w:rFonts w:ascii="Open Sans" w:hAnsi="Open Sans" w:cs="Open Sans"/>
          <w:sz w:val="20"/>
          <w:szCs w:val="20"/>
          <w:lang w:val="de-AT"/>
        </w:rPr>
        <w:t xml:space="preserve">Eingeladen sind Lehrpersonen, Schulleiter:innen, außerschulische Pädagog:innen, Studierende und alle </w:t>
      </w:r>
      <w:r w:rsidRPr="006C457E">
        <w:rPr>
          <w:rFonts w:ascii="Open Sans" w:hAnsi="Open Sans" w:cs="Open Sans"/>
          <w:sz w:val="20"/>
          <w:szCs w:val="20"/>
          <w:lang w:val="de-AT"/>
        </w:rPr>
        <w:t>Interessierten</w:t>
      </w:r>
      <w:r w:rsidRPr="006C457E">
        <w:rPr>
          <w:rFonts w:ascii="Open Sans" w:hAnsi="Open Sans" w:cs="Open Sans"/>
          <w:sz w:val="20"/>
          <w:szCs w:val="20"/>
          <w:lang w:val="de-AT"/>
        </w:rPr>
        <w:t>.</w:t>
      </w:r>
      <w:r w:rsidR="005F20B8"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  <w:r w:rsidR="00320376" w:rsidRPr="006C457E">
        <w:rPr>
          <w:rFonts w:ascii="Open Sans" w:hAnsi="Open Sans" w:cs="Open Sans"/>
          <w:sz w:val="20"/>
          <w:szCs w:val="20"/>
          <w:lang w:val="de-AT"/>
        </w:rPr>
        <w:t xml:space="preserve">Das </w:t>
      </w:r>
      <w:r w:rsidRPr="006C457E">
        <w:rPr>
          <w:rFonts w:ascii="Open Sans" w:hAnsi="Open Sans" w:cs="Open Sans"/>
          <w:sz w:val="20"/>
          <w:szCs w:val="20"/>
          <w:lang w:val="de-AT"/>
        </w:rPr>
        <w:t>Workshop-Programm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ist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für</w:t>
      </w:r>
      <w:r w:rsidR="00F2006B">
        <w:rPr>
          <w:rFonts w:ascii="Open Sans" w:hAnsi="Open Sans" w:cs="Open Sans"/>
          <w:sz w:val="20"/>
          <w:szCs w:val="20"/>
          <w:lang w:val="de-AT"/>
        </w:rPr>
        <w:t xml:space="preserve"> die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Teilnehmer:innen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kostenlos. </w:t>
      </w:r>
      <w:r w:rsidR="00E76F08">
        <w:rPr>
          <w:rFonts w:ascii="Open Sans" w:hAnsi="Open Sans" w:cs="Open Sans"/>
          <w:sz w:val="20"/>
          <w:szCs w:val="20"/>
          <w:lang w:val="de-AT"/>
        </w:rPr>
        <w:t xml:space="preserve">Die </w:t>
      </w:r>
      <w:r w:rsidRPr="006C457E">
        <w:rPr>
          <w:rFonts w:ascii="Open Sans" w:hAnsi="Open Sans" w:cs="Open Sans"/>
          <w:sz w:val="20"/>
          <w:szCs w:val="20"/>
          <w:lang w:val="de-AT"/>
        </w:rPr>
        <w:t>Anmeldung</w:t>
      </w:r>
      <w:r w:rsidR="00E76F08">
        <w:rPr>
          <w:rFonts w:ascii="Open Sans" w:hAnsi="Open Sans" w:cs="Open Sans"/>
          <w:sz w:val="20"/>
          <w:szCs w:val="20"/>
          <w:lang w:val="de-AT"/>
        </w:rPr>
        <w:t xml:space="preserve"> erfolgt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bis</w:t>
      </w:r>
      <w:r w:rsidR="00E76F08">
        <w:rPr>
          <w:rFonts w:ascii="Open Sans" w:hAnsi="Open Sans" w:cs="Open Sans"/>
          <w:sz w:val="20"/>
          <w:szCs w:val="20"/>
          <w:lang w:val="de-AT"/>
        </w:rPr>
        <w:t xml:space="preserve"> spätestens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 29. Juni 2025 über die Eventplattform des Forum Umweltbildung</w:t>
      </w:r>
      <w:r w:rsidRPr="006C457E">
        <w:rPr>
          <w:rFonts w:ascii="Open Sans" w:hAnsi="Open Sans" w:cs="Open Sans"/>
          <w:sz w:val="20"/>
          <w:szCs w:val="20"/>
          <w:lang w:val="de-AT"/>
        </w:rPr>
        <w:t xml:space="preserve">: </w:t>
      </w:r>
      <w:hyperlink r:id="rId11" w:history="1">
        <w:r w:rsidR="0030547D" w:rsidRPr="006C457E">
          <w:rPr>
            <w:rStyle w:val="Hyperlink"/>
            <w:rFonts w:ascii="Open Sans" w:hAnsi="Open Sans" w:cs="Open Sans"/>
            <w:sz w:val="20"/>
            <w:szCs w:val="20"/>
            <w:lang w:val="de-AT"/>
          </w:rPr>
          <w:t>https://events.umweltbildung.at/event/bne-sommerakademie-2025/</w:t>
        </w:r>
      </w:hyperlink>
      <w:r w:rsidR="0030547D" w:rsidRPr="006C457E">
        <w:rPr>
          <w:rFonts w:ascii="Open Sans" w:hAnsi="Open Sans" w:cs="Open Sans"/>
          <w:sz w:val="20"/>
          <w:szCs w:val="20"/>
          <w:lang w:val="de-AT"/>
        </w:rPr>
        <w:t xml:space="preserve"> </w:t>
      </w:r>
    </w:p>
    <w:sectPr w:rsidR="006A7642" w:rsidRPr="006C457E" w:rsidSect="0014408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3BA33" w14:textId="77777777" w:rsidR="00C36682" w:rsidRDefault="00C36682" w:rsidP="00A0487F">
      <w:r>
        <w:separator/>
      </w:r>
    </w:p>
  </w:endnote>
  <w:endnote w:type="continuationSeparator" w:id="0">
    <w:p w14:paraId="1C9B882D" w14:textId="77777777" w:rsidR="00C36682" w:rsidRDefault="00C36682" w:rsidP="00A0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ill Sans MT Pro Light">
    <w:panose1 w:val="020B0302020104020203"/>
    <w:charset w:val="00"/>
    <w:family w:val="swiss"/>
    <w:notTrueType/>
    <w:pitch w:val="variable"/>
    <w:sig w:usb0="A00000AF" w:usb1="5000205A" w:usb2="00000000" w:usb3="00000000" w:csb0="0000009B" w:csb1="00000000"/>
  </w:font>
  <w:font w:name="GillSans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GillSans-Light">
    <w:altName w:val="Gill Sans MT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E4E51" w14:textId="77777777" w:rsidR="00D92833" w:rsidRDefault="00D928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961E" w14:textId="77777777" w:rsidR="00A0487F" w:rsidRPr="00613949" w:rsidRDefault="00224D3B" w:rsidP="00A0487F">
    <w:pPr>
      <w:pStyle w:val="Fuzeile"/>
      <w:jc w:val="right"/>
      <w:rPr>
        <w:rFonts w:ascii="Gill Sans MT Pro Light" w:hAnsi="Gill Sans MT Pro Light"/>
        <w:sz w:val="18"/>
        <w:szCs w:val="18"/>
      </w:rPr>
    </w:pPr>
    <w:r w:rsidRPr="00613949">
      <w:rPr>
        <w:rStyle w:val="Seitenzahl"/>
        <w:rFonts w:ascii="Gill Sans MT Pro Light" w:hAnsi="Gill Sans MT Pro Light"/>
        <w:sz w:val="18"/>
        <w:szCs w:val="18"/>
      </w:rPr>
      <w:fldChar w:fldCharType="begin"/>
    </w:r>
    <w:r w:rsidR="00A0487F" w:rsidRPr="00613949">
      <w:rPr>
        <w:rStyle w:val="Seitenzahl"/>
        <w:rFonts w:ascii="Gill Sans MT Pro Light" w:hAnsi="Gill Sans MT Pro Light"/>
        <w:sz w:val="18"/>
        <w:szCs w:val="18"/>
      </w:rPr>
      <w:instrText xml:space="preserve"> PAGE </w:instrText>
    </w:r>
    <w:r w:rsidRPr="00613949">
      <w:rPr>
        <w:rStyle w:val="Seitenzahl"/>
        <w:rFonts w:ascii="Gill Sans MT Pro Light" w:hAnsi="Gill Sans MT Pro Light"/>
        <w:sz w:val="18"/>
        <w:szCs w:val="18"/>
      </w:rPr>
      <w:fldChar w:fldCharType="separate"/>
    </w:r>
    <w:r w:rsidR="007047B0">
      <w:rPr>
        <w:rStyle w:val="Seitenzahl"/>
        <w:rFonts w:ascii="Gill Sans MT Pro Light" w:hAnsi="Gill Sans MT Pro Light"/>
        <w:noProof/>
        <w:sz w:val="18"/>
        <w:szCs w:val="18"/>
      </w:rPr>
      <w:t>2</w:t>
    </w:r>
    <w:r w:rsidRPr="00613949">
      <w:rPr>
        <w:rStyle w:val="Seitenzahl"/>
        <w:rFonts w:ascii="Gill Sans MT Pro Light" w:hAnsi="Gill Sans MT Pro Light"/>
        <w:sz w:val="18"/>
        <w:szCs w:val="18"/>
      </w:rPr>
      <w:fldChar w:fldCharType="end"/>
    </w:r>
  </w:p>
  <w:p w14:paraId="0B370319" w14:textId="77777777" w:rsidR="00A0487F" w:rsidRPr="00A0487F" w:rsidRDefault="00A0487F" w:rsidP="00A0487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658A" w14:textId="77777777" w:rsidR="007528B7" w:rsidRDefault="00857382" w:rsidP="007528B7">
    <w:pPr>
      <w:pStyle w:val="Fuzeile"/>
      <w:ind w:left="-426"/>
      <w:rPr>
        <w:rFonts w:ascii="Open Sans" w:hAnsi="Open Sans" w:cs="Open Sans"/>
        <w:b/>
        <w:bCs/>
        <w:sz w:val="20"/>
        <w:szCs w:val="20"/>
      </w:rPr>
    </w:pPr>
    <w:r w:rsidRPr="00857382">
      <w:rPr>
        <w:rFonts w:ascii="Gill Sans MT Pro Light" w:hAnsi="Gill Sans MT Pro Light" w:cs="GillSans-Light"/>
        <w:noProof/>
        <w:sz w:val="16"/>
        <w:szCs w:val="20"/>
      </w:rPr>
      <w:drawing>
        <wp:anchor distT="0" distB="0" distL="114300" distR="114300" simplePos="0" relativeHeight="251665408" behindDoc="1" locked="0" layoutInCell="1" allowOverlap="1" wp14:anchorId="4F49CE50" wp14:editId="5D7CA974">
          <wp:simplePos x="0" y="0"/>
          <wp:positionH relativeFrom="column">
            <wp:posOffset>347980</wp:posOffset>
          </wp:positionH>
          <wp:positionV relativeFrom="paragraph">
            <wp:posOffset>226060</wp:posOffset>
          </wp:positionV>
          <wp:extent cx="3058691" cy="185128"/>
          <wp:effectExtent l="0" t="0" r="0" b="5715"/>
          <wp:wrapNone/>
          <wp:docPr id="483435282" name="Grafik 4834352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8691" cy="1851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7382">
      <w:rPr>
        <w:rFonts w:ascii="Open Sans" w:hAnsi="Open Sans" w:cs="Open Sans"/>
        <w:b/>
        <w:bCs/>
        <w:sz w:val="24"/>
        <w:szCs w:val="24"/>
      </w:rPr>
      <w:t>Bildung heute gestalten für die Welt von morgen</w:t>
    </w:r>
    <w:r w:rsidR="007528B7">
      <w:rPr>
        <w:rFonts w:ascii="Open Sans" w:hAnsi="Open Sans" w:cs="Open Sans"/>
        <w:b/>
        <w:bCs/>
        <w:sz w:val="24"/>
        <w:szCs w:val="24"/>
      </w:rPr>
      <w:tab/>
    </w:r>
    <w:r w:rsidR="007528B7" w:rsidRPr="007528B7">
      <w:rPr>
        <w:rFonts w:ascii="Open Sans" w:hAnsi="Open Sans" w:cs="Open Sans"/>
        <w:b/>
        <w:bCs/>
        <w:sz w:val="20"/>
        <w:szCs w:val="20"/>
      </w:rPr>
      <w:t>www.umweltbildung.at</w:t>
    </w:r>
  </w:p>
  <w:p w14:paraId="47EC585E" w14:textId="77777777" w:rsidR="00144083" w:rsidRDefault="00144083" w:rsidP="007528B7">
    <w:pPr>
      <w:pStyle w:val="Fuzeile"/>
      <w:ind w:left="-426"/>
      <w:rPr>
        <w:rFonts w:ascii="Open Sans" w:hAnsi="Open Sans" w:cs="Open Sans"/>
        <w:b/>
        <w:bCs/>
        <w:sz w:val="24"/>
        <w:szCs w:val="24"/>
      </w:rPr>
    </w:pPr>
  </w:p>
  <w:p w14:paraId="5106E3F1" w14:textId="77777777" w:rsidR="00144083" w:rsidRDefault="00144083" w:rsidP="007528B7">
    <w:pPr>
      <w:pStyle w:val="Fuzeile"/>
      <w:ind w:left="-426"/>
      <w:rPr>
        <w:rFonts w:ascii="Open Sans" w:hAnsi="Open Sans" w:cs="Open Sans"/>
        <w:b/>
        <w:bCs/>
        <w:sz w:val="24"/>
        <w:szCs w:val="24"/>
      </w:rPr>
    </w:pPr>
  </w:p>
  <w:p w14:paraId="10636D92" w14:textId="77777777" w:rsidR="00144083" w:rsidRDefault="00144083" w:rsidP="00144083">
    <w:pPr>
      <w:pStyle w:val="Fuzeile"/>
      <w:ind w:left="-426"/>
      <w:rPr>
        <w:rFonts w:ascii="OpenSans-Regular" w:hAnsi="OpenSans-Regular" w:cs="OpenSans-Regular"/>
        <w:color w:val="0A0A0A"/>
        <w:sz w:val="18"/>
        <w:szCs w:val="18"/>
      </w:rPr>
    </w:pPr>
  </w:p>
  <w:p w14:paraId="516F256C" w14:textId="77777777" w:rsidR="00144083" w:rsidRPr="00144083" w:rsidRDefault="00144083" w:rsidP="00144083">
    <w:pPr>
      <w:pStyle w:val="Fuzeile"/>
      <w:ind w:left="-426"/>
      <w:rPr>
        <w:rFonts w:ascii="Open Sans" w:hAnsi="Open Sans" w:cs="Open Sans"/>
        <w:sz w:val="20"/>
        <w:szCs w:val="20"/>
      </w:rPr>
    </w:pPr>
    <w:r w:rsidRPr="00144083">
      <w:rPr>
        <w:rFonts w:ascii="OpenSans-Regular" w:hAnsi="OpenSans-Regular" w:cs="OpenSans-Regular"/>
        <w:color w:val="0A0A0A"/>
        <w:sz w:val="18"/>
        <w:szCs w:val="18"/>
      </w:rPr>
      <w:t xml:space="preserve">Forum Umweltbildung ist eine </w:t>
    </w:r>
    <w:r w:rsidR="00D92833" w:rsidRPr="00D92833">
      <w:rPr>
        <w:rFonts w:ascii="OpenSans-Regular" w:hAnsi="OpenSans-Regular" w:cs="OpenSans-Regular"/>
        <w:color w:val="0A0A0A"/>
        <w:sz w:val="18"/>
        <w:szCs w:val="18"/>
        <w:lang w:val="de-DE"/>
      </w:rPr>
      <w:t>Initiative des Bundesministeriums für Land- und Forstwirtschaft, Klima- und Umweltschutz, Regionen und Wasserwirtschaft und des Bundesministeriums für Bildung</w:t>
    </w:r>
    <w:r w:rsidRPr="00144083">
      <w:rPr>
        <w:rFonts w:ascii="OpenSans-Regular" w:hAnsi="OpenSans-Regular" w:cs="OpenSans-Regular"/>
        <w:color w:val="0A0A0A"/>
        <w:sz w:val="18"/>
        <w:szCs w:val="18"/>
      </w:rPr>
      <w:t>. Projektträgerin: Umweltdachverband gGmbH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F6A3D" w14:textId="77777777" w:rsidR="00C36682" w:rsidRDefault="00C36682" w:rsidP="00A0487F">
      <w:r>
        <w:separator/>
      </w:r>
    </w:p>
  </w:footnote>
  <w:footnote w:type="continuationSeparator" w:id="0">
    <w:p w14:paraId="429773B4" w14:textId="77777777" w:rsidR="00C36682" w:rsidRDefault="00C36682" w:rsidP="00A04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9E5F9" w14:textId="77777777" w:rsidR="00D92833" w:rsidRDefault="00D928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C3B6" w14:textId="77777777" w:rsidR="00D92833" w:rsidRDefault="00D928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76F6A" w14:textId="77777777" w:rsidR="00A0487F" w:rsidRDefault="003B01F2" w:rsidP="003B01F2">
    <w:pPr>
      <w:pStyle w:val="Kopfzeile"/>
    </w:pPr>
    <w:r>
      <w:rPr>
        <w:rFonts w:ascii="Gill Sans MT Pro Light" w:hAnsi="Gill Sans MT Pro Light" w:cs="GillSans"/>
        <w:noProof/>
        <w:lang w:eastAsia="de-AT"/>
      </w:rPr>
      <w:drawing>
        <wp:anchor distT="0" distB="0" distL="114300" distR="114300" simplePos="0" relativeHeight="251664384" behindDoc="0" locked="0" layoutInCell="1" allowOverlap="1" wp14:anchorId="18826948" wp14:editId="5E0DB79C">
          <wp:simplePos x="0" y="0"/>
          <wp:positionH relativeFrom="column">
            <wp:posOffset>4596130</wp:posOffset>
          </wp:positionH>
          <wp:positionV relativeFrom="paragraph">
            <wp:posOffset>6985</wp:posOffset>
          </wp:positionV>
          <wp:extent cx="1162050" cy="1104273"/>
          <wp:effectExtent l="0" t="0" r="0" b="635"/>
          <wp:wrapNone/>
          <wp:docPr id="1836666522" name="Grafik 18366665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1104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89F738" w14:textId="77777777" w:rsidR="00A0487F" w:rsidRDefault="00A0487F" w:rsidP="003113AA">
    <w:pPr>
      <w:pStyle w:val="Kopfzeile"/>
      <w:jc w:val="center"/>
    </w:pPr>
  </w:p>
  <w:p w14:paraId="1DDE04A6" w14:textId="77777777" w:rsidR="00A0487F" w:rsidRDefault="00A0487F" w:rsidP="00EE1149">
    <w:pPr>
      <w:pStyle w:val="Kopfzeile"/>
      <w:jc w:val="right"/>
    </w:pPr>
  </w:p>
  <w:p w14:paraId="69651DF5" w14:textId="77777777" w:rsidR="00A0487F" w:rsidRDefault="00A0487F" w:rsidP="00A0487F">
    <w:pPr>
      <w:pStyle w:val="Kopfzeile"/>
    </w:pPr>
  </w:p>
  <w:p w14:paraId="673B2F0C" w14:textId="77777777" w:rsidR="00A0487F" w:rsidRDefault="00A0487F" w:rsidP="00A0487F">
    <w:pPr>
      <w:pStyle w:val="Kopfzeile"/>
    </w:pPr>
  </w:p>
  <w:p w14:paraId="6488C08A" w14:textId="77777777" w:rsidR="00A0487F" w:rsidRDefault="00A0487F" w:rsidP="00EE1149">
    <w:pPr>
      <w:pStyle w:val="Kopfzeile"/>
      <w:jc w:val="right"/>
    </w:pPr>
  </w:p>
  <w:p w14:paraId="6D4F5E86" w14:textId="77777777" w:rsidR="00A0487F" w:rsidRDefault="00A048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82"/>
    <w:rsid w:val="00051AB8"/>
    <w:rsid w:val="000601DD"/>
    <w:rsid w:val="00060E5D"/>
    <w:rsid w:val="00066026"/>
    <w:rsid w:val="000D4D89"/>
    <w:rsid w:val="001079B6"/>
    <w:rsid w:val="00135902"/>
    <w:rsid w:val="00144083"/>
    <w:rsid w:val="00171010"/>
    <w:rsid w:val="001A4C60"/>
    <w:rsid w:val="001B409B"/>
    <w:rsid w:val="001D6A63"/>
    <w:rsid w:val="0020150A"/>
    <w:rsid w:val="00224D3B"/>
    <w:rsid w:val="002623AA"/>
    <w:rsid w:val="00292309"/>
    <w:rsid w:val="002A51EB"/>
    <w:rsid w:val="0030547D"/>
    <w:rsid w:val="003113AA"/>
    <w:rsid w:val="00320376"/>
    <w:rsid w:val="00337A30"/>
    <w:rsid w:val="00383C72"/>
    <w:rsid w:val="003B01F2"/>
    <w:rsid w:val="003E0445"/>
    <w:rsid w:val="003E22F3"/>
    <w:rsid w:val="0043397F"/>
    <w:rsid w:val="00455D5E"/>
    <w:rsid w:val="00471878"/>
    <w:rsid w:val="00476DAB"/>
    <w:rsid w:val="00480ACB"/>
    <w:rsid w:val="004B2DB2"/>
    <w:rsid w:val="004C56A5"/>
    <w:rsid w:val="004D2229"/>
    <w:rsid w:val="00596900"/>
    <w:rsid w:val="005B3AE9"/>
    <w:rsid w:val="005B52C5"/>
    <w:rsid w:val="005C6901"/>
    <w:rsid w:val="005D61EF"/>
    <w:rsid w:val="005F20B8"/>
    <w:rsid w:val="006146D0"/>
    <w:rsid w:val="00642779"/>
    <w:rsid w:val="00681EF3"/>
    <w:rsid w:val="006A7642"/>
    <w:rsid w:val="006C28E8"/>
    <w:rsid w:val="006C3F22"/>
    <w:rsid w:val="006C457E"/>
    <w:rsid w:val="006C6809"/>
    <w:rsid w:val="006E0A8C"/>
    <w:rsid w:val="006E4EEC"/>
    <w:rsid w:val="007047B0"/>
    <w:rsid w:val="00710D36"/>
    <w:rsid w:val="007528B7"/>
    <w:rsid w:val="007764DD"/>
    <w:rsid w:val="007C1762"/>
    <w:rsid w:val="007E4190"/>
    <w:rsid w:val="0085217A"/>
    <w:rsid w:val="00857382"/>
    <w:rsid w:val="008916B6"/>
    <w:rsid w:val="008D581F"/>
    <w:rsid w:val="008D62D2"/>
    <w:rsid w:val="009136FA"/>
    <w:rsid w:val="00917193"/>
    <w:rsid w:val="00991A9A"/>
    <w:rsid w:val="009B0469"/>
    <w:rsid w:val="00A00F7F"/>
    <w:rsid w:val="00A0487F"/>
    <w:rsid w:val="00A06C34"/>
    <w:rsid w:val="00A87C5C"/>
    <w:rsid w:val="00B077F2"/>
    <w:rsid w:val="00BB4076"/>
    <w:rsid w:val="00BB6362"/>
    <w:rsid w:val="00C13703"/>
    <w:rsid w:val="00C26E96"/>
    <w:rsid w:val="00C36682"/>
    <w:rsid w:val="00C41591"/>
    <w:rsid w:val="00C63812"/>
    <w:rsid w:val="00C93F26"/>
    <w:rsid w:val="00C97CB7"/>
    <w:rsid w:val="00D519DE"/>
    <w:rsid w:val="00D55DE7"/>
    <w:rsid w:val="00D92833"/>
    <w:rsid w:val="00DC30E8"/>
    <w:rsid w:val="00DC3C8C"/>
    <w:rsid w:val="00DC6BFC"/>
    <w:rsid w:val="00E50035"/>
    <w:rsid w:val="00E76F08"/>
    <w:rsid w:val="00EB4E48"/>
    <w:rsid w:val="00EC7FB8"/>
    <w:rsid w:val="00EE1149"/>
    <w:rsid w:val="00EF4CE3"/>
    <w:rsid w:val="00F1205F"/>
    <w:rsid w:val="00F2006B"/>
    <w:rsid w:val="00FE36B5"/>
    <w:rsid w:val="00FF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5CDBE"/>
  <w15:docId w15:val="{6FBC435A-7979-4A88-9832-AC2C17DC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487F"/>
    <w:pPr>
      <w:spacing w:after="0" w:line="240" w:lineRule="auto"/>
    </w:pPr>
    <w:rPr>
      <w:rFonts w:ascii="Cambria" w:eastAsia="Cambria" w:hAnsi="Cambria" w:cs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48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AT"/>
    </w:rPr>
  </w:style>
  <w:style w:type="character" w:customStyle="1" w:styleId="KopfzeileZchn">
    <w:name w:val="Kopfzeile Zchn"/>
    <w:basedOn w:val="Absatz-Standardschriftart"/>
    <w:link w:val="Kopfzeile"/>
    <w:uiPriority w:val="99"/>
    <w:rsid w:val="00A0487F"/>
  </w:style>
  <w:style w:type="paragraph" w:styleId="Fuzeile">
    <w:name w:val="footer"/>
    <w:basedOn w:val="Standard"/>
    <w:link w:val="FuzeileZchn"/>
    <w:uiPriority w:val="99"/>
    <w:unhideWhenUsed/>
    <w:rsid w:val="00A048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A0487F"/>
  </w:style>
  <w:style w:type="paragraph" w:customStyle="1" w:styleId="EinfacherAbsatz">
    <w:name w:val="[Einfacher Absatz]"/>
    <w:basedOn w:val="Standard"/>
    <w:uiPriority w:val="99"/>
    <w:rsid w:val="00A048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Seitenzahl">
    <w:name w:val="page number"/>
    <w:basedOn w:val="Absatz-Standardschriftart"/>
    <w:rsid w:val="00A0487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4E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4E48"/>
    <w:rPr>
      <w:rFonts w:ascii="Tahoma" w:eastAsia="Cambria" w:hAnsi="Tahoma" w:cs="Tahoma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14408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4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umweltbildung.at/event/bne-sommerakademie-2025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vents.umweltbildung.at/event/bne-sommerakademie-2025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events.umweltbildung.at/event/bne-sommerakademie-2025/" TargetMode="External"/><Relationship Id="rId11" Type="http://schemas.openxmlformats.org/officeDocument/2006/relationships/hyperlink" Target="https://events.umweltbildung.at/event/bne-sommerakademie-2025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events.umweltbildung.at/event/bne-sommerakademie-2025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events.umweltbildung.at/event/bne-sommerakademie-2025/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08%20Interne%20Kommunikation\06%20Team%20JF%20BNE\CI%20Fub\Briefpapier_Fub-Solo-2025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Briefpapier_Fub-Solo-2025</Template>
  <TotalTime>0</TotalTime>
  <Pages>3</Pages>
  <Words>690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Permesser</dc:creator>
  <cp:lastModifiedBy>Petra Permesser</cp:lastModifiedBy>
  <cp:revision>21</cp:revision>
  <cp:lastPrinted>2016-07-26T07:32:00Z</cp:lastPrinted>
  <dcterms:created xsi:type="dcterms:W3CDTF">2025-05-07T11:02:00Z</dcterms:created>
  <dcterms:modified xsi:type="dcterms:W3CDTF">2025-05-07T13:25:00Z</dcterms:modified>
</cp:coreProperties>
</file>